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887" w:rsidRDefault="00000887">
      <w:pPr>
        <w:pStyle w:val="1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b/>
          <w:bCs/>
          <w:sz w:val="28"/>
          <w:szCs w:val="28"/>
        </w:rPr>
        <w:t xml:space="preserve">Практикум «Безопасный маршрут» для юных пешеходов </w:t>
      </w:r>
    </w:p>
    <w:p w:rsidR="00000887" w:rsidRDefault="00000887">
      <w:pPr>
        <w:pStyle w:val="1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провели сотрудники ГИБДД Новосибирской области</w:t>
      </w:r>
    </w:p>
    <w:bookmarkEnd w:id="0"/>
    <w:p w:rsidR="00000887" w:rsidRDefault="00000887">
      <w:pPr>
        <w:pStyle w:val="1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00887" w:rsidRDefault="00000887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селе Барышево Новосибирского района для обучающихся  школы №9 педагоги и сотрудники региональной Госавтоинспекции организовали практикум «Безопасный маршрут».</w:t>
      </w:r>
    </w:p>
    <w:p w:rsidR="00000887" w:rsidRDefault="00000887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целях закрепления знаний о требованиях правил дорожного движения для пешеходов, ребята дошкольного и младшего школьного возраста  под руководством автоинспектора и в сопровождении ЮИДовцев совершили организованный выход по маршруту «Дом-школа-дом».  Во время движения юным пешеходам напомнили  о движении только по имеющимся на улицах тротуарам, о значении и требовании установленных дорожных знаков «Дети», «Пешеходный переход», а также дорожной разметки «Зебра».  Внимание ребят акцентировали на соблюдение  правил культуры, уважения к другим пешеходам и  необходимости  придерживаться  правой стороны на тротуарах и в зоне пешеходного перехода. </w:t>
      </w:r>
    </w:p>
    <w:p w:rsidR="00000887" w:rsidRDefault="00000887" w:rsidP="00236540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Особое внимание от пешеходов требуется при переходе центральной  улицы села  с интенсивным движением транспорта, на которой оборудованы нерегулируемые пешеходные переходы. В реальных условиях дорожного движения каждый из ребят  мог  дополнительно закрепить навык  остановки перед проезжей частью, всестороннего осмотра  дороги, имеющегося автотранспорта  и  необходимого терпения в ожидании возможности безопасного перехода на противоположную сторону.  </w:t>
      </w:r>
    </w:p>
    <w:p w:rsidR="00000887" w:rsidRDefault="00000887" w:rsidP="00236540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Организаторы и участники мероприятия уверены, что знание и строгое выполнение  правил дорожного движения  помогут юным пешеходам обеспечить безопасность в пути себе, не создать аварийных ситуаций для других, и на дорогах  Новосибирского района  исключить факты дорожных происшествий по неосторожности  и невнимательности несовершеннолетних пешеходов. </w:t>
      </w:r>
    </w:p>
    <w:p w:rsidR="00000887" w:rsidRDefault="00000887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00887" w:rsidRDefault="00000887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00887" w:rsidRDefault="00000887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00887" w:rsidRDefault="00000887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Группа по пропаганде  ПДПС ГИБДД ГУ МВД России </w:t>
      </w:r>
    </w:p>
    <w:p w:rsidR="00000887" w:rsidRDefault="00000887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Новосибирской области</w:t>
      </w:r>
    </w:p>
    <w:p w:rsidR="00000887" w:rsidRDefault="00000887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00887" w:rsidRDefault="00000887">
      <w:pPr>
        <w:pStyle w:val="1"/>
        <w:jc w:val="both"/>
        <w:rPr>
          <w:rFonts w:ascii="Times New Roman" w:hAnsi="Times New Roman"/>
          <w:sz w:val="28"/>
          <w:szCs w:val="28"/>
        </w:rPr>
      </w:pPr>
    </w:p>
    <w:sectPr w:rsidR="00000887" w:rsidSect="00236540">
      <w:pgSz w:w="11906" w:h="16838"/>
      <w:pgMar w:top="899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noPunctuationKerning/>
  <w:characterSpacingControl w:val="doNotCompress"/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CF9"/>
    <w:rsid w:val="00000887"/>
    <w:rsid w:val="00002148"/>
    <w:rsid w:val="00004BCC"/>
    <w:rsid w:val="00012324"/>
    <w:rsid w:val="00017CC8"/>
    <w:rsid w:val="000331E2"/>
    <w:rsid w:val="00033C6A"/>
    <w:rsid w:val="00035A6E"/>
    <w:rsid w:val="000432FA"/>
    <w:rsid w:val="00043E9D"/>
    <w:rsid w:val="0005150C"/>
    <w:rsid w:val="000577D2"/>
    <w:rsid w:val="00072D38"/>
    <w:rsid w:val="00082663"/>
    <w:rsid w:val="00087EAF"/>
    <w:rsid w:val="000A4CEE"/>
    <w:rsid w:val="000B2538"/>
    <w:rsid w:val="000B2FA8"/>
    <w:rsid w:val="000C3971"/>
    <w:rsid w:val="000D3477"/>
    <w:rsid w:val="000E1256"/>
    <w:rsid w:val="00104754"/>
    <w:rsid w:val="00111808"/>
    <w:rsid w:val="0011350E"/>
    <w:rsid w:val="00117D3B"/>
    <w:rsid w:val="001228F5"/>
    <w:rsid w:val="00135EBA"/>
    <w:rsid w:val="00193968"/>
    <w:rsid w:val="001A67A6"/>
    <w:rsid w:val="001A7156"/>
    <w:rsid w:val="001B2618"/>
    <w:rsid w:val="001B2F5A"/>
    <w:rsid w:val="001C0123"/>
    <w:rsid w:val="001C14EC"/>
    <w:rsid w:val="001D58E9"/>
    <w:rsid w:val="001D621B"/>
    <w:rsid w:val="001D6B6E"/>
    <w:rsid w:val="001F35BA"/>
    <w:rsid w:val="001F47DD"/>
    <w:rsid w:val="001F4D8C"/>
    <w:rsid w:val="001F5210"/>
    <w:rsid w:val="001F710A"/>
    <w:rsid w:val="00200FA6"/>
    <w:rsid w:val="00207B76"/>
    <w:rsid w:val="002159DE"/>
    <w:rsid w:val="00236540"/>
    <w:rsid w:val="0027028A"/>
    <w:rsid w:val="00297CF7"/>
    <w:rsid w:val="00297E7D"/>
    <w:rsid w:val="002A0392"/>
    <w:rsid w:val="002A6AAD"/>
    <w:rsid w:val="002B72C6"/>
    <w:rsid w:val="003230B8"/>
    <w:rsid w:val="00337491"/>
    <w:rsid w:val="00354984"/>
    <w:rsid w:val="00356CFB"/>
    <w:rsid w:val="00363B95"/>
    <w:rsid w:val="003772AE"/>
    <w:rsid w:val="003903E6"/>
    <w:rsid w:val="003E21B9"/>
    <w:rsid w:val="003F70F1"/>
    <w:rsid w:val="00403AA6"/>
    <w:rsid w:val="00420D10"/>
    <w:rsid w:val="00423F4D"/>
    <w:rsid w:val="00437531"/>
    <w:rsid w:val="0044730F"/>
    <w:rsid w:val="00447518"/>
    <w:rsid w:val="0045323E"/>
    <w:rsid w:val="00453AF3"/>
    <w:rsid w:val="00454D36"/>
    <w:rsid w:val="00457F56"/>
    <w:rsid w:val="004738A6"/>
    <w:rsid w:val="00477C21"/>
    <w:rsid w:val="00483CF2"/>
    <w:rsid w:val="004E1961"/>
    <w:rsid w:val="004E5897"/>
    <w:rsid w:val="00526309"/>
    <w:rsid w:val="0053124D"/>
    <w:rsid w:val="005421FE"/>
    <w:rsid w:val="00555627"/>
    <w:rsid w:val="005676E7"/>
    <w:rsid w:val="00580B14"/>
    <w:rsid w:val="00585B9C"/>
    <w:rsid w:val="00591CF9"/>
    <w:rsid w:val="005956F9"/>
    <w:rsid w:val="00596DEF"/>
    <w:rsid w:val="005A2BD1"/>
    <w:rsid w:val="005C274E"/>
    <w:rsid w:val="005D2BAA"/>
    <w:rsid w:val="00600A63"/>
    <w:rsid w:val="006127A5"/>
    <w:rsid w:val="00621E44"/>
    <w:rsid w:val="006262FE"/>
    <w:rsid w:val="00627B96"/>
    <w:rsid w:val="006377E3"/>
    <w:rsid w:val="00645DF8"/>
    <w:rsid w:val="00646AB6"/>
    <w:rsid w:val="006567AA"/>
    <w:rsid w:val="0066119C"/>
    <w:rsid w:val="006823D2"/>
    <w:rsid w:val="00687A5D"/>
    <w:rsid w:val="00690922"/>
    <w:rsid w:val="006927EF"/>
    <w:rsid w:val="00693673"/>
    <w:rsid w:val="0069375E"/>
    <w:rsid w:val="006B4714"/>
    <w:rsid w:val="006B72DE"/>
    <w:rsid w:val="006D552C"/>
    <w:rsid w:val="006E164A"/>
    <w:rsid w:val="006E3CF5"/>
    <w:rsid w:val="006E7442"/>
    <w:rsid w:val="0071137D"/>
    <w:rsid w:val="007148AC"/>
    <w:rsid w:val="00715526"/>
    <w:rsid w:val="00717F1D"/>
    <w:rsid w:val="00735792"/>
    <w:rsid w:val="00750AB4"/>
    <w:rsid w:val="00755795"/>
    <w:rsid w:val="00756839"/>
    <w:rsid w:val="00756972"/>
    <w:rsid w:val="007623FA"/>
    <w:rsid w:val="007743C5"/>
    <w:rsid w:val="00780794"/>
    <w:rsid w:val="007878D3"/>
    <w:rsid w:val="007C23C9"/>
    <w:rsid w:val="007C7FA4"/>
    <w:rsid w:val="00803619"/>
    <w:rsid w:val="00815471"/>
    <w:rsid w:val="0084160B"/>
    <w:rsid w:val="0085244F"/>
    <w:rsid w:val="0086319D"/>
    <w:rsid w:val="00863AA8"/>
    <w:rsid w:val="0086776B"/>
    <w:rsid w:val="00880663"/>
    <w:rsid w:val="00886D26"/>
    <w:rsid w:val="008911A7"/>
    <w:rsid w:val="00894D78"/>
    <w:rsid w:val="00897A6D"/>
    <w:rsid w:val="008B1D61"/>
    <w:rsid w:val="0090740A"/>
    <w:rsid w:val="00952B5D"/>
    <w:rsid w:val="00975E80"/>
    <w:rsid w:val="00992D32"/>
    <w:rsid w:val="009D12BB"/>
    <w:rsid w:val="009D628F"/>
    <w:rsid w:val="009E2B20"/>
    <w:rsid w:val="009F484A"/>
    <w:rsid w:val="00A04FCD"/>
    <w:rsid w:val="00A070F1"/>
    <w:rsid w:val="00A15CC3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1153"/>
    <w:rsid w:val="00AC4181"/>
    <w:rsid w:val="00AC6C06"/>
    <w:rsid w:val="00AD2783"/>
    <w:rsid w:val="00B01071"/>
    <w:rsid w:val="00B23C66"/>
    <w:rsid w:val="00B47AA2"/>
    <w:rsid w:val="00B5318B"/>
    <w:rsid w:val="00B6037E"/>
    <w:rsid w:val="00B761E6"/>
    <w:rsid w:val="00BA20D8"/>
    <w:rsid w:val="00BC577E"/>
    <w:rsid w:val="00BD2C7C"/>
    <w:rsid w:val="00BE0688"/>
    <w:rsid w:val="00BF13E5"/>
    <w:rsid w:val="00C234DA"/>
    <w:rsid w:val="00C24445"/>
    <w:rsid w:val="00C24D41"/>
    <w:rsid w:val="00C44D80"/>
    <w:rsid w:val="00C60DEB"/>
    <w:rsid w:val="00C61ED0"/>
    <w:rsid w:val="00C63971"/>
    <w:rsid w:val="00C678DF"/>
    <w:rsid w:val="00C7101A"/>
    <w:rsid w:val="00C7250F"/>
    <w:rsid w:val="00C76381"/>
    <w:rsid w:val="00C9109E"/>
    <w:rsid w:val="00C924FB"/>
    <w:rsid w:val="00CC796A"/>
    <w:rsid w:val="00CE1D96"/>
    <w:rsid w:val="00CF2F8C"/>
    <w:rsid w:val="00CF63B3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DF78DF"/>
    <w:rsid w:val="00E07957"/>
    <w:rsid w:val="00E15DF3"/>
    <w:rsid w:val="00E21703"/>
    <w:rsid w:val="00E560D4"/>
    <w:rsid w:val="00E735F1"/>
    <w:rsid w:val="00E75FCE"/>
    <w:rsid w:val="00E77513"/>
    <w:rsid w:val="00E9746F"/>
    <w:rsid w:val="00EA1CA0"/>
    <w:rsid w:val="00EA76A0"/>
    <w:rsid w:val="00EB5D5C"/>
    <w:rsid w:val="00EC0B47"/>
    <w:rsid w:val="00ED2EE7"/>
    <w:rsid w:val="00EE7576"/>
    <w:rsid w:val="00F00201"/>
    <w:rsid w:val="00F102D5"/>
    <w:rsid w:val="00F133E9"/>
    <w:rsid w:val="00F162B8"/>
    <w:rsid w:val="00F162FF"/>
    <w:rsid w:val="00F4633C"/>
    <w:rsid w:val="00F54069"/>
    <w:rsid w:val="00F86385"/>
    <w:rsid w:val="00F87501"/>
    <w:rsid w:val="00F953BB"/>
    <w:rsid w:val="00FC0550"/>
    <w:rsid w:val="00FC6264"/>
    <w:rsid w:val="00FC673C"/>
    <w:rsid w:val="00FD7C13"/>
    <w:rsid w:val="00FE2D44"/>
    <w:rsid w:val="00FF26D1"/>
    <w:rsid w:val="4A732CD0"/>
    <w:rsid w:val="60ED2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B3"/>
    <w:pPr>
      <w:spacing w:after="200" w:line="276" w:lineRule="auto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CF6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63B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CF63B3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F63B3"/>
    <w:rPr>
      <w:rFonts w:ascii="Times New Roman" w:hAnsi="Times New Roman" w:cs="Times New Roman"/>
      <w:sz w:val="20"/>
      <w:szCs w:val="20"/>
    </w:rPr>
  </w:style>
  <w:style w:type="paragraph" w:customStyle="1" w:styleId="1">
    <w:name w:val="Без интервала1"/>
    <w:link w:val="a"/>
    <w:uiPriority w:val="99"/>
    <w:rsid w:val="00CF63B3"/>
    <w:rPr>
      <w:rFonts w:ascii="Calibri" w:hAnsi="Calibri"/>
    </w:rPr>
  </w:style>
  <w:style w:type="character" w:customStyle="1" w:styleId="a">
    <w:name w:val="Без интервала Знак"/>
    <w:basedOn w:val="DefaultParagraphFont"/>
    <w:link w:val="1"/>
    <w:uiPriority w:val="99"/>
    <w:locked/>
    <w:rsid w:val="00CF63B3"/>
    <w:rPr>
      <w:rFonts w:ascii="Calibri" w:hAnsi="Calibri" w:cs="Times New Roman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</TotalTime>
  <Pages>1</Pages>
  <Words>271</Words>
  <Characters>1545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User</cp:lastModifiedBy>
  <cp:revision>8</cp:revision>
  <cp:lastPrinted>2017-11-22T02:43:00Z</cp:lastPrinted>
  <dcterms:created xsi:type="dcterms:W3CDTF">2017-11-22T02:44:00Z</dcterms:created>
  <dcterms:modified xsi:type="dcterms:W3CDTF">2018-10-12T05:38:00Z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